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04" w:rsidRDefault="0054717E" w:rsidP="0054717E">
      <w:r>
        <w:t>Riigimetsa Majandamise Keskus</w:t>
      </w:r>
      <w:r w:rsidR="00A72204">
        <w:tab/>
      </w:r>
      <w:r w:rsidR="00A72204">
        <w:tab/>
      </w:r>
      <w:r w:rsidR="00A72204">
        <w:rPr>
          <w:rFonts w:ascii="TimesNewRomanPSMT" w:hAnsi="TimesNewRomanPSMT"/>
          <w:color w:val="000000"/>
        </w:rPr>
        <w:t xml:space="preserve">Teie </w:t>
      </w:r>
      <w:r w:rsidR="00E1368E" w:rsidRPr="00E1368E">
        <w:rPr>
          <w:rFonts w:ascii="TimesNewRomanPSMT" w:hAnsi="TimesNewRomanPSMT"/>
          <w:color w:val="000000"/>
        </w:rPr>
        <w:t>3-1.63/2023/7512 04.12.2023</w:t>
      </w:r>
    </w:p>
    <w:p w:rsidR="00A72204" w:rsidRDefault="00AC6FA0" w:rsidP="00A72204">
      <w:hyperlink r:id="rId7" w:history="1">
        <w:r w:rsidR="0054717E" w:rsidRPr="00B22735">
          <w:rPr>
            <w:rStyle w:val="Hperlink"/>
          </w:rPr>
          <w:t>liia.tannbaum@rmk.ee</w:t>
        </w:r>
      </w:hyperlink>
      <w:r w:rsidR="0054717E">
        <w:t xml:space="preserve"> </w:t>
      </w:r>
      <w:r w:rsidR="00A72204">
        <w:tab/>
      </w:r>
      <w:r w:rsidR="00A72204">
        <w:tab/>
      </w:r>
      <w:r w:rsidR="00A72204">
        <w:tab/>
      </w:r>
      <w:r w:rsidR="00A72204" w:rsidRPr="00A72204">
        <w:t xml:space="preserve">Meie   </w:t>
      </w:r>
      <w:r w:rsidR="00E1368E" w:rsidRPr="00E1368E">
        <w:t>7-6/23-1883-2 07.12.2023</w:t>
      </w:r>
      <w:bookmarkStart w:id="0" w:name="_GoBack"/>
      <w:bookmarkEnd w:id="0"/>
    </w:p>
    <w:p w:rsidR="00A72204" w:rsidRDefault="00A72204" w:rsidP="00A72204"/>
    <w:p w:rsidR="00A72204" w:rsidRDefault="00A72204" w:rsidP="00A72204"/>
    <w:p w:rsidR="00A72204" w:rsidRDefault="00A72204" w:rsidP="0054717E">
      <w:r>
        <w:t xml:space="preserve">Vastuskiri </w:t>
      </w:r>
      <w:r w:rsidR="00FF3D06">
        <w:t>„</w:t>
      </w:r>
      <w:r w:rsidR="0054717E" w:rsidRPr="0054717E">
        <w:t>Järe</w:t>
      </w:r>
      <w:r w:rsidR="00E1368E">
        <w:t>lepärimine Kullamaa metskond 179</w:t>
      </w:r>
      <w:r w:rsidR="0054717E" w:rsidRPr="0054717E">
        <w:t xml:space="preserve"> kinnistul asuva hoone koht</w:t>
      </w:r>
      <w:r w:rsidR="0054717E">
        <w:t>a</w:t>
      </w:r>
      <w:r w:rsidR="00FF3D06">
        <w:t>“</w:t>
      </w:r>
    </w:p>
    <w:p w:rsidR="00A72204" w:rsidRDefault="00A72204" w:rsidP="00A72204"/>
    <w:p w:rsidR="00A72204" w:rsidRDefault="0054717E" w:rsidP="00E1368E">
      <w:pPr>
        <w:jc w:val="both"/>
        <w:rPr>
          <w:rStyle w:val="fontstyle01"/>
        </w:rPr>
      </w:pPr>
      <w:r w:rsidRPr="0054717E">
        <w:t xml:space="preserve">Lääne maakonnas Lääne-Nigula vallas </w:t>
      </w:r>
      <w:proofErr w:type="spellStart"/>
      <w:r w:rsidR="00E1368E" w:rsidRPr="00E1368E">
        <w:t>Üdruma</w:t>
      </w:r>
      <w:proofErr w:type="spellEnd"/>
      <w:r w:rsidR="00E1368E" w:rsidRPr="00E1368E">
        <w:t xml:space="preserve"> külas asuva Kullamaa metskond 179 (katastritunnus 44101:001:1802, kinnistu registriosa number 12353850</w:t>
      </w:r>
      <w:r>
        <w:t xml:space="preserve">) </w:t>
      </w:r>
      <w:r w:rsidR="00AE22EE">
        <w:t xml:space="preserve">asuvad hooned ja rajatised on </w:t>
      </w:r>
      <w:r w:rsidR="00E1368E">
        <w:t xml:space="preserve">Sooharimise kinnistu omanike </w:t>
      </w:r>
      <w:r w:rsidR="00AE22EE">
        <w:t xml:space="preserve"> poolt </w:t>
      </w:r>
      <w:r w:rsidR="00AE22EE" w:rsidRPr="00AE22EE">
        <w:t>püstitatud</w:t>
      </w:r>
      <w:r w:rsidR="00AE22EE">
        <w:t xml:space="preserve">. Kohalik omavalitsus </w:t>
      </w:r>
      <w:r w:rsidR="00AE22EE" w:rsidRPr="00AE22EE">
        <w:t xml:space="preserve">nõusolekuid/lubasid Kullamaa metskond </w:t>
      </w:r>
      <w:r w:rsidR="00E1368E">
        <w:t>179</w:t>
      </w:r>
      <w:r w:rsidR="00AE22EE" w:rsidRPr="00AE22EE">
        <w:t xml:space="preserve"> kinnisasja maa kasutamiseks</w:t>
      </w:r>
      <w:r w:rsidR="00AE22EE">
        <w:t xml:space="preserve"> ei ole väljastanud ja </w:t>
      </w:r>
      <w:proofErr w:type="spellStart"/>
      <w:r w:rsidR="00AE22EE">
        <w:t>EHR-is</w:t>
      </w:r>
      <w:proofErr w:type="spellEnd"/>
      <w:r w:rsidR="00AE22EE">
        <w:t xml:space="preserve"> kandeid teinud</w:t>
      </w:r>
      <w:r w:rsidR="00AE22EE" w:rsidRPr="00AE22EE">
        <w:t>.</w:t>
      </w:r>
    </w:p>
    <w:p w:rsidR="00A72204" w:rsidRDefault="00A72204" w:rsidP="00A72204">
      <w:pPr>
        <w:rPr>
          <w:rStyle w:val="fontstyle01"/>
        </w:rPr>
      </w:pPr>
    </w:p>
    <w:p w:rsidR="00AE22EE" w:rsidRDefault="00AE22EE" w:rsidP="00A72204">
      <w:pPr>
        <w:rPr>
          <w:rStyle w:val="fontstyle01"/>
        </w:rPr>
      </w:pPr>
    </w:p>
    <w:p w:rsidR="00AE22EE" w:rsidRDefault="00AE22EE" w:rsidP="00A72204">
      <w:pPr>
        <w:rPr>
          <w:rStyle w:val="fontstyle01"/>
        </w:rPr>
      </w:pPr>
    </w:p>
    <w:p w:rsidR="00A72204" w:rsidRDefault="00A72204" w:rsidP="00A72204">
      <w:pPr>
        <w:rPr>
          <w:rStyle w:val="fontstyle01"/>
        </w:rPr>
      </w:pPr>
      <w:r>
        <w:rPr>
          <w:rStyle w:val="fontstyle01"/>
        </w:rPr>
        <w:t>Lugupidamisega</w:t>
      </w:r>
    </w:p>
    <w:p w:rsidR="00A72204" w:rsidRPr="000C4F08" w:rsidRDefault="00A72204" w:rsidP="00A72204">
      <w:pPr>
        <w:rPr>
          <w:rStyle w:val="fontstyle01"/>
          <w:i/>
        </w:rPr>
      </w:pPr>
      <w:r w:rsidRPr="000C4F08">
        <w:rPr>
          <w:rStyle w:val="fontstyle01"/>
          <w:i/>
        </w:rPr>
        <w:t>/allkirjastatud digitaalselt/</w:t>
      </w:r>
    </w:p>
    <w:p w:rsidR="00A72204" w:rsidRDefault="00A72204" w:rsidP="00A72204">
      <w:pPr>
        <w:rPr>
          <w:rStyle w:val="fontstyle01"/>
        </w:rPr>
      </w:pPr>
    </w:p>
    <w:p w:rsidR="00A72204" w:rsidRDefault="00A72204" w:rsidP="00A72204">
      <w:pPr>
        <w:rPr>
          <w:rStyle w:val="fontstyle01"/>
        </w:rPr>
      </w:pPr>
      <w:r>
        <w:rPr>
          <w:rStyle w:val="fontstyle01"/>
        </w:rPr>
        <w:t>Heikki Salm</w:t>
      </w:r>
    </w:p>
    <w:p w:rsidR="00A72204" w:rsidRDefault="00A72204" w:rsidP="00A72204">
      <w:pPr>
        <w:rPr>
          <w:rStyle w:val="fontstyle01"/>
        </w:rPr>
      </w:pPr>
      <w:r>
        <w:rPr>
          <w:rStyle w:val="fontstyle01"/>
        </w:rPr>
        <w:t>Ehitus- ja planeerimisosakonna juhataja</w:t>
      </w:r>
    </w:p>
    <w:p w:rsidR="00A72204" w:rsidRDefault="00A72204" w:rsidP="00A72204">
      <w:pPr>
        <w:rPr>
          <w:rStyle w:val="fontstyle01"/>
        </w:rPr>
      </w:pPr>
    </w:p>
    <w:p w:rsidR="00A72204" w:rsidRDefault="00A72204" w:rsidP="00A72204">
      <w:pPr>
        <w:rPr>
          <w:rStyle w:val="fontstyle01"/>
        </w:rPr>
      </w:pPr>
    </w:p>
    <w:p w:rsidR="00A72204" w:rsidRDefault="00A72204" w:rsidP="00A72204">
      <w:pPr>
        <w:rPr>
          <w:rStyle w:val="fontstyle01"/>
        </w:rPr>
      </w:pPr>
    </w:p>
    <w:p w:rsidR="003A7C42" w:rsidRDefault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443994">
      <w:pPr>
        <w:tabs>
          <w:tab w:val="left" w:pos="1296"/>
        </w:tabs>
      </w:pPr>
    </w:p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3A7C42" w:rsidRDefault="003A7C42" w:rsidP="003A7C42"/>
    <w:p w:rsidR="003A7C42" w:rsidRPr="00594901" w:rsidRDefault="003A7C42" w:rsidP="00594901"/>
    <w:sectPr w:rsidR="003A7C42" w:rsidRPr="00594901" w:rsidSect="00443994">
      <w:headerReference w:type="default" r:id="rId8"/>
      <w:headerReference w:type="first" r:id="rId9"/>
      <w:footerReference w:type="first" r:id="rId10"/>
      <w:pgSz w:w="11906" w:h="16838"/>
      <w:pgMar w:top="2694" w:right="851" w:bottom="851" w:left="1701" w:header="113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A0" w:rsidRDefault="00AC6FA0" w:rsidP="005B2E99">
      <w:r>
        <w:separator/>
      </w:r>
    </w:p>
  </w:endnote>
  <w:endnote w:type="continuationSeparator" w:id="0">
    <w:p w:rsidR="00AC6FA0" w:rsidRDefault="00AC6FA0" w:rsidP="005B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01" w:rsidRPr="00985379" w:rsidRDefault="00594901" w:rsidP="00594901">
    <w:pPr>
      <w:pStyle w:val="Jalus"/>
      <w:rPr>
        <w:rFonts w:ascii="Times New Roman" w:hAnsi="Times New Roman" w:cs="Times New Roman"/>
        <w:sz w:val="18"/>
        <w:szCs w:val="18"/>
      </w:rPr>
    </w:pPr>
    <w:r w:rsidRPr="00985379">
      <w:rPr>
        <w:rFonts w:ascii="Times New Roman" w:hAnsi="Times New Roman" w:cs="Times New Roman"/>
        <w:sz w:val="18"/>
        <w:szCs w:val="18"/>
      </w:rPr>
      <w:t>Haapsalu mnt 6</w:t>
    </w:r>
    <w:r w:rsidRPr="00985379">
      <w:rPr>
        <w:rFonts w:ascii="Times New Roman" w:hAnsi="Times New Roman" w:cs="Times New Roman"/>
        <w:sz w:val="18"/>
        <w:szCs w:val="18"/>
      </w:rPr>
      <w:tab/>
      <w:t xml:space="preserve">                               Telefon 472 0300                                                                   Arvelduskontod</w:t>
    </w:r>
  </w:p>
  <w:p w:rsidR="00594901" w:rsidRPr="00985379" w:rsidRDefault="00594901" w:rsidP="00594901">
    <w:pPr>
      <w:pStyle w:val="Jalus"/>
      <w:rPr>
        <w:rFonts w:ascii="Times New Roman" w:hAnsi="Times New Roman" w:cs="Times New Roman"/>
        <w:sz w:val="18"/>
        <w:szCs w:val="18"/>
      </w:rPr>
    </w:pPr>
    <w:r w:rsidRPr="00985379">
      <w:rPr>
        <w:rFonts w:ascii="Times New Roman" w:hAnsi="Times New Roman" w:cs="Times New Roman"/>
        <w:sz w:val="18"/>
        <w:szCs w:val="18"/>
      </w:rPr>
      <w:t>90801 TAEBLA</w:t>
    </w:r>
    <w:r w:rsidRPr="00985379">
      <w:rPr>
        <w:rFonts w:ascii="Times New Roman" w:hAnsi="Times New Roman" w:cs="Times New Roman"/>
        <w:sz w:val="18"/>
        <w:szCs w:val="18"/>
      </w:rPr>
      <w:tab/>
      <w:t xml:space="preserve">                              E-post: </w:t>
    </w:r>
    <w:hyperlink r:id="rId1" w:history="1">
      <w:r w:rsidRPr="00595E3D">
        <w:rPr>
          <w:rStyle w:val="Hperlink"/>
          <w:rFonts w:ascii="Times New Roman" w:hAnsi="Times New Roman" w:cs="Times New Roman"/>
          <w:sz w:val="18"/>
          <w:szCs w:val="18"/>
        </w:rPr>
        <w:t>taebla@laanenigula.ee</w:t>
      </w:r>
    </w:hyperlink>
    <w:r w:rsidRPr="00985379">
      <w:rPr>
        <w:rFonts w:ascii="Times New Roman" w:hAnsi="Times New Roman" w:cs="Times New Roman"/>
        <w:sz w:val="18"/>
        <w:szCs w:val="18"/>
      </w:rPr>
      <w:t xml:space="preserve">                                    EE021010602005778000 SEB Pank</w:t>
    </w:r>
  </w:p>
  <w:p w:rsidR="00594901" w:rsidRPr="00985379" w:rsidRDefault="00594901" w:rsidP="00594901">
    <w:pPr>
      <w:pStyle w:val="Jalus"/>
      <w:rPr>
        <w:rFonts w:ascii="Times New Roman" w:hAnsi="Times New Roman" w:cs="Times New Roman"/>
        <w:sz w:val="18"/>
        <w:szCs w:val="18"/>
      </w:rPr>
    </w:pPr>
    <w:r w:rsidRPr="00985379">
      <w:rPr>
        <w:rFonts w:ascii="Times New Roman" w:hAnsi="Times New Roman" w:cs="Times New Roman"/>
        <w:sz w:val="18"/>
        <w:szCs w:val="18"/>
      </w:rPr>
      <w:t xml:space="preserve">Lääne-Nigula vald                                       </w:t>
    </w:r>
    <w:hyperlink r:id="rId2" w:history="1">
      <w:r w:rsidRPr="00985379">
        <w:rPr>
          <w:rStyle w:val="Hperlink"/>
          <w:rFonts w:ascii="Times New Roman" w:hAnsi="Times New Roman" w:cs="Times New Roman"/>
          <w:sz w:val="18"/>
          <w:szCs w:val="18"/>
        </w:rPr>
        <w:t>www.laanenigula.ee</w:t>
      </w:r>
    </w:hyperlink>
    <w:r w:rsidRPr="00985379">
      <w:rPr>
        <w:rFonts w:ascii="Times New Roman" w:hAnsi="Times New Roman" w:cs="Times New Roman"/>
        <w:sz w:val="18"/>
        <w:szCs w:val="18"/>
      </w:rPr>
      <w:t xml:space="preserve">                                        EE722200001120149659 Swedbank</w:t>
    </w:r>
  </w:p>
  <w:p w:rsidR="00594901" w:rsidRPr="00985379" w:rsidRDefault="00594901" w:rsidP="00594901">
    <w:pPr>
      <w:pStyle w:val="Jalus"/>
      <w:tabs>
        <w:tab w:val="right" w:pos="9540"/>
      </w:tabs>
      <w:rPr>
        <w:rFonts w:ascii="Times New Roman" w:hAnsi="Times New Roman" w:cs="Times New Roman"/>
        <w:sz w:val="18"/>
        <w:szCs w:val="18"/>
      </w:rPr>
    </w:pPr>
    <w:r w:rsidRPr="00985379">
      <w:rPr>
        <w:rFonts w:ascii="Times New Roman" w:hAnsi="Times New Roman" w:cs="Times New Roman"/>
        <w:sz w:val="18"/>
        <w:szCs w:val="18"/>
      </w:rPr>
      <w:t xml:space="preserve">Lääne maakond                                                                                                                    EE831700017003565658 </w:t>
    </w:r>
    <w:proofErr w:type="spellStart"/>
    <w:r w:rsidRPr="00985379">
      <w:rPr>
        <w:rFonts w:ascii="Times New Roman" w:hAnsi="Times New Roman" w:cs="Times New Roman"/>
        <w:sz w:val="18"/>
        <w:szCs w:val="18"/>
      </w:rPr>
      <w:t>Luminor</w:t>
    </w:r>
    <w:proofErr w:type="spellEnd"/>
  </w:p>
  <w:p w:rsidR="00443994" w:rsidRPr="00594901" w:rsidRDefault="00594901" w:rsidP="00594901">
    <w:pPr>
      <w:pStyle w:val="Jalus"/>
      <w:rPr>
        <w:sz w:val="18"/>
        <w:szCs w:val="18"/>
      </w:rPr>
    </w:pPr>
    <w:proofErr w:type="spellStart"/>
    <w:r w:rsidRPr="00985379">
      <w:rPr>
        <w:rFonts w:ascii="Times New Roman" w:hAnsi="Times New Roman" w:cs="Times New Roman"/>
        <w:sz w:val="18"/>
        <w:szCs w:val="18"/>
      </w:rPr>
      <w:t>Reg</w:t>
    </w:r>
    <w:proofErr w:type="spellEnd"/>
    <w:r w:rsidRPr="00985379">
      <w:rPr>
        <w:rFonts w:ascii="Times New Roman" w:hAnsi="Times New Roman" w:cs="Times New Roman"/>
        <w:sz w:val="18"/>
        <w:szCs w:val="18"/>
      </w:rPr>
      <w:t xml:space="preserve"> kood </w:t>
    </w:r>
    <w:r w:rsidRPr="003870A6">
      <w:rPr>
        <w:rFonts w:ascii="Times New Roman" w:hAnsi="Times New Roman" w:cs="Times New Roman"/>
        <w:bCs/>
        <w:sz w:val="18"/>
        <w:szCs w:val="18"/>
        <w:shd w:val="clear" w:color="auto" w:fill="FFFFFF"/>
      </w:rPr>
      <w:t>75038598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A0" w:rsidRDefault="00AC6FA0" w:rsidP="005B2E99">
      <w:r>
        <w:separator/>
      </w:r>
    </w:p>
  </w:footnote>
  <w:footnote w:type="continuationSeparator" w:id="0">
    <w:p w:rsidR="00AC6FA0" w:rsidRDefault="00AC6FA0" w:rsidP="005B2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99" w:rsidRDefault="005B2E99" w:rsidP="00DF225B">
    <w:pPr>
      <w:pStyle w:val="Pis"/>
      <w:spacing w:before="120"/>
    </w:pPr>
  </w:p>
  <w:p w:rsidR="005B2E99" w:rsidRDefault="005B2E9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50D" w:rsidRDefault="00BC4F81" w:rsidP="002D0073">
    <w:r>
      <w:rPr>
        <w:noProof/>
      </w:rPr>
      <w:drawing>
        <wp:inline distT="0" distB="0" distL="0" distR="0" wp14:anchorId="64586B6A" wp14:editId="6AA5CEC7">
          <wp:extent cx="2876550" cy="383034"/>
          <wp:effectExtent l="0" t="0" r="0" b="0"/>
          <wp:docPr id="1" name="Pilt 1" descr="Pilt, millel on kujutatud tekst, Font, Graafika, sümbol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tekst, Font, Graafika, sümbol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32" cy="38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04"/>
    <w:rsid w:val="000C7673"/>
    <w:rsid w:val="000E29F2"/>
    <w:rsid w:val="0010350D"/>
    <w:rsid w:val="00142161"/>
    <w:rsid w:val="001C6440"/>
    <w:rsid w:val="00275773"/>
    <w:rsid w:val="002D0073"/>
    <w:rsid w:val="002F0ECD"/>
    <w:rsid w:val="003870A6"/>
    <w:rsid w:val="003A7C42"/>
    <w:rsid w:val="003B280C"/>
    <w:rsid w:val="00443994"/>
    <w:rsid w:val="004D203F"/>
    <w:rsid w:val="0054717E"/>
    <w:rsid w:val="005622F6"/>
    <w:rsid w:val="00594901"/>
    <w:rsid w:val="005B2E99"/>
    <w:rsid w:val="005D48B4"/>
    <w:rsid w:val="006A418D"/>
    <w:rsid w:val="00723FE6"/>
    <w:rsid w:val="007747D6"/>
    <w:rsid w:val="007C4BAC"/>
    <w:rsid w:val="00901DFA"/>
    <w:rsid w:val="009056ED"/>
    <w:rsid w:val="00922DA0"/>
    <w:rsid w:val="009C6B8B"/>
    <w:rsid w:val="00A22C17"/>
    <w:rsid w:val="00A622DD"/>
    <w:rsid w:val="00A72204"/>
    <w:rsid w:val="00A8020E"/>
    <w:rsid w:val="00AC6FA0"/>
    <w:rsid w:val="00AE22EE"/>
    <w:rsid w:val="00B6386A"/>
    <w:rsid w:val="00BC4F81"/>
    <w:rsid w:val="00BC722C"/>
    <w:rsid w:val="00BE66DC"/>
    <w:rsid w:val="00C047B5"/>
    <w:rsid w:val="00CD3421"/>
    <w:rsid w:val="00D819AF"/>
    <w:rsid w:val="00D966DD"/>
    <w:rsid w:val="00DA7967"/>
    <w:rsid w:val="00DF225B"/>
    <w:rsid w:val="00E1368E"/>
    <w:rsid w:val="00E51632"/>
    <w:rsid w:val="00E654F7"/>
    <w:rsid w:val="00EA7797"/>
    <w:rsid w:val="00F21173"/>
    <w:rsid w:val="00F72ADA"/>
    <w:rsid w:val="00FF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6861A"/>
  <w15:chartTrackingRefBased/>
  <w15:docId w15:val="{60AF0D6C-2918-4C14-B23D-3EA92148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72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B2E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5B2E99"/>
  </w:style>
  <w:style w:type="paragraph" w:styleId="Jalus">
    <w:name w:val="footer"/>
    <w:basedOn w:val="Normaallaad"/>
    <w:link w:val="JalusMrk"/>
    <w:unhideWhenUsed/>
    <w:rsid w:val="005B2E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5B2E99"/>
  </w:style>
  <w:style w:type="character" w:styleId="Hperlink">
    <w:name w:val="Hyperlink"/>
    <w:rsid w:val="003870A6"/>
    <w:rPr>
      <w:color w:val="0000FF"/>
      <w:u w:val="single"/>
    </w:rPr>
  </w:style>
  <w:style w:type="character" w:customStyle="1" w:styleId="fontstyle01">
    <w:name w:val="fontstyle01"/>
    <w:rsid w:val="00A7220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A722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ia.tannbaum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anenigula.ee/" TargetMode="External"/><Relationship Id="rId1" Type="http://schemas.openxmlformats.org/officeDocument/2006/relationships/hyperlink" Target="mailto:taebla@laanenigul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kki.Salm\Desktop\LN%20blanketid\Lisa%203%20LN%20Vallavalits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1C4E2-9306-4041-AD37-497DB092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LN Vallavalitsus.dotx</Template>
  <TotalTime>10</TotalTime>
  <Pages>1</Pages>
  <Words>107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Heikki Salm</dc:creator>
  <cp:keywords/>
  <dc:description/>
  <cp:lastModifiedBy>Heikki Salm</cp:lastModifiedBy>
  <cp:revision>3</cp:revision>
  <dcterms:created xsi:type="dcterms:W3CDTF">2023-12-07T10:07:00Z</dcterms:created>
  <dcterms:modified xsi:type="dcterms:W3CDTF">2023-12-07T10:17:00Z</dcterms:modified>
</cp:coreProperties>
</file>